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40" w:rsidRPr="00D45041" w:rsidRDefault="006A7D40" w:rsidP="00A66538">
      <w:pPr>
        <w:ind w:left="-38"/>
        <w:rPr>
          <w:b/>
          <w:bCs/>
          <w:rtl/>
          <w:lang w:bidi="ar-JO"/>
        </w:rPr>
      </w:pPr>
      <w:r w:rsidRPr="00D45041">
        <w:rPr>
          <w:rFonts w:hint="cs"/>
          <w:b/>
          <w:bCs/>
          <w:rtl/>
          <w:lang w:bidi="ar-JO"/>
        </w:rPr>
        <w:t>المهمات</w:t>
      </w:r>
      <w:r w:rsidRPr="00D45041"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التقييمية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لمبحث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التربية</w:t>
      </w:r>
      <w:r w:rsidRPr="00D45041"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الاجتماعية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 w:rsidRPr="00D45041"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 w:rsidRPr="00D45041"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2022</w:t>
      </w:r>
      <w:r w:rsidRPr="00D45041"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2023</w:t>
      </w:r>
      <w:r w:rsidRPr="00D45041">
        <w:rPr>
          <w:b/>
          <w:bCs/>
          <w:rtl/>
          <w:lang w:bidi="ar-JO"/>
        </w:rPr>
        <w:t xml:space="preserve">                                </w:t>
      </w:r>
      <w:r w:rsidRPr="00D45041">
        <w:rPr>
          <w:rFonts w:hint="cs"/>
          <w:b/>
          <w:bCs/>
          <w:rtl/>
          <w:lang w:bidi="ar-JO"/>
        </w:rPr>
        <w:t>الصف</w:t>
      </w:r>
      <w:r w:rsidRPr="00D45041"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الثاني</w:t>
      </w:r>
      <w:r w:rsidRPr="00D45041"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الاساسي</w:t>
      </w:r>
      <w:r w:rsidRPr="00D45041">
        <w:rPr>
          <w:b/>
          <w:bCs/>
          <w:rtl/>
          <w:lang w:bidi="ar-JO"/>
        </w:rPr>
        <w:t xml:space="preserve"> 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91"/>
        <w:gridCol w:w="3638"/>
        <w:gridCol w:w="4683"/>
        <w:gridCol w:w="1843"/>
      </w:tblGrid>
      <w:tr w:rsidR="006A7D40" w:rsidRPr="00A27B75">
        <w:trPr>
          <w:trHeight w:val="488"/>
        </w:trPr>
        <w:tc>
          <w:tcPr>
            <w:tcW w:w="4491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638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 w:rsidR="006A7D40" w:rsidRPr="00A27B75">
        <w:trPr>
          <w:trHeight w:val="261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موقع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مدينته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الخريطة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1-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المقصود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بالتسامح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0609E0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1-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امثلة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الارشادات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العامة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 w:rsidR="006A7D40" w:rsidRPr="00A27B75">
        <w:trPr>
          <w:trHeight w:val="147"/>
        </w:trPr>
        <w:tc>
          <w:tcPr>
            <w:tcW w:w="4491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يميز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مظاهر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المدينة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والقرية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والبادية</w:t>
            </w:r>
          </w:p>
        </w:tc>
        <w:tc>
          <w:tcPr>
            <w:tcW w:w="3638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امثلة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خلق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التسامح</w:t>
            </w:r>
          </w:p>
        </w:tc>
        <w:tc>
          <w:tcPr>
            <w:tcW w:w="468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2-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فوائد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الارشادات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العامة</w:t>
            </w: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لوحات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تعبر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سكنه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يستنتج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فوائد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التسامح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بعض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الاجتماعية</w:t>
            </w:r>
          </w:p>
        </w:tc>
        <w:tc>
          <w:tcPr>
            <w:tcW w:w="3638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يعبر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بالرسم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خلق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التسامح</w:t>
            </w:r>
          </w:p>
        </w:tc>
        <w:tc>
          <w:tcPr>
            <w:tcW w:w="468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احدى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الاجتماعية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يجيب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ورقة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العمل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المعطاة</w:t>
            </w:r>
          </w:p>
        </w:tc>
        <w:tc>
          <w:tcPr>
            <w:tcW w:w="4683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</w:tbl>
    <w:tbl>
      <w:tblPr>
        <w:tblpPr w:leftFromText="180" w:rightFromText="180" w:vertAnchor="text" w:horzAnchor="margin" w:tblpXSpec="center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1090"/>
        <w:gridCol w:w="592"/>
        <w:gridCol w:w="593"/>
        <w:gridCol w:w="1087"/>
        <w:gridCol w:w="1062"/>
        <w:gridCol w:w="1369"/>
        <w:gridCol w:w="850"/>
      </w:tblGrid>
      <w:tr w:rsidR="006A7D40" w:rsidRPr="00A27B75">
        <w:trPr>
          <w:trHeight w:val="273"/>
        </w:trPr>
        <w:tc>
          <w:tcPr>
            <w:tcW w:w="2430" w:type="dxa"/>
            <w:vMerge w:val="restart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اسم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907" w:type="dxa"/>
            <w:gridSpan w:val="6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369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850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 w:rsidR="006A7D40" w:rsidRPr="00A27B75">
        <w:trPr>
          <w:trHeight w:val="273"/>
        </w:trPr>
        <w:tc>
          <w:tcPr>
            <w:tcW w:w="2430" w:type="dxa"/>
            <w:vMerge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 xml:space="preserve">15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 w:rsidRPr="00A27B75">
              <w:rPr>
                <w:b/>
                <w:bCs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من</w:t>
            </w:r>
            <w:r w:rsidRPr="00A27B75">
              <w:rPr>
                <w:b/>
                <w:bCs/>
                <w:rtl/>
                <w:lang w:bidi="ar-JO"/>
              </w:rPr>
              <w:t xml:space="preserve"> 100</w:t>
            </w: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</w:tbl>
    <w:p w:rsidR="006A7D40" w:rsidRDefault="006A7D40" w:rsidP="00293EC5">
      <w:pPr>
        <w:spacing w:after="0"/>
        <w:rPr>
          <w:b/>
          <w:bCs/>
          <w:rtl/>
          <w:lang w:bidi="ar-JO"/>
        </w:rPr>
      </w:pPr>
    </w:p>
    <w:p w:rsidR="006A7D40" w:rsidRDefault="006A7D40" w:rsidP="00293EC5">
      <w:pPr>
        <w:spacing w:after="0"/>
        <w:rPr>
          <w:b/>
          <w:bCs/>
          <w:rtl/>
          <w:lang w:bidi="ar-JO"/>
        </w:rPr>
      </w:pPr>
    </w:p>
    <w:p w:rsidR="006A7D40" w:rsidRDefault="006A7D40" w:rsidP="00293EC5">
      <w:pPr>
        <w:spacing w:after="0"/>
        <w:jc w:val="center"/>
        <w:rPr>
          <w:b/>
          <w:bCs/>
          <w:sz w:val="24"/>
          <w:szCs w:val="24"/>
          <w:rtl/>
          <w:lang w:bidi="ar-JO"/>
        </w:rPr>
      </w:pPr>
    </w:p>
    <w:p w:rsidR="006A7D40" w:rsidRPr="00293EC5" w:rsidRDefault="006A7D40" w:rsidP="00A3407C">
      <w:pPr>
        <w:spacing w:after="0"/>
        <w:jc w:val="center"/>
        <w:rPr>
          <w:b/>
          <w:bCs/>
          <w:sz w:val="24"/>
          <w:szCs w:val="24"/>
          <w:rtl/>
          <w:lang w:bidi="ar-JO"/>
        </w:rPr>
      </w:pPr>
      <w:r w:rsidRPr="00D45041">
        <w:rPr>
          <w:rFonts w:hint="cs"/>
          <w:b/>
          <w:bCs/>
          <w:rtl/>
          <w:lang w:bidi="ar-JO"/>
        </w:rPr>
        <w:t>المهمات</w:t>
      </w:r>
      <w:r w:rsidRPr="00D45041"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التقييميةلمبحث</w:t>
      </w:r>
      <w:r w:rsidRPr="00D45041"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العلوم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الفصل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 w:rsidRPr="00D45041"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 w:rsidRPr="00D45041"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2022</w:t>
      </w:r>
      <w:r w:rsidRPr="00D45041"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2023</w:t>
      </w:r>
      <w:r w:rsidRPr="00D45041">
        <w:rPr>
          <w:b/>
          <w:bCs/>
          <w:rtl/>
          <w:lang w:bidi="ar-JO"/>
        </w:rPr>
        <w:t xml:space="preserve">                                </w:t>
      </w:r>
      <w:r w:rsidRPr="00D45041">
        <w:rPr>
          <w:rFonts w:hint="cs"/>
          <w:b/>
          <w:bCs/>
          <w:rtl/>
          <w:lang w:bidi="ar-JO"/>
        </w:rPr>
        <w:t>الصف</w:t>
      </w:r>
      <w:r w:rsidRPr="00D45041"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الثاني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الاساسي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6"/>
        <w:gridCol w:w="3963"/>
        <w:gridCol w:w="4683"/>
        <w:gridCol w:w="1843"/>
      </w:tblGrid>
      <w:tr w:rsidR="006A7D40" w:rsidRPr="00A27B75">
        <w:trPr>
          <w:trHeight w:val="488"/>
        </w:trPr>
        <w:tc>
          <w:tcPr>
            <w:tcW w:w="4166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96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 w:rsidR="006A7D40" w:rsidRPr="00A27B75">
        <w:trPr>
          <w:trHeight w:val="261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يميز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الكائن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غيره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المأوى</w:t>
            </w:r>
            <w:r>
              <w:rPr>
                <w:b/>
                <w:bCs/>
                <w:color w:val="000000"/>
                <w:rtl/>
                <w:lang w:bidi="ar-JO"/>
              </w:rPr>
              <w:t>,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السلسلة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الغذائية</w:t>
            </w:r>
            <w:r>
              <w:rPr>
                <w:b/>
                <w:bCs/>
                <w:color w:val="000000"/>
                <w:rtl/>
                <w:lang w:bidi="ar-JO"/>
              </w:rPr>
              <w:t>)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يميز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اثر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البيئات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المختلفة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نمو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النباتات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 w:rsidR="006A7D40" w:rsidRPr="00A27B75">
        <w:trPr>
          <w:trHeight w:val="147"/>
        </w:trPr>
        <w:tc>
          <w:tcPr>
            <w:tcW w:w="4166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النمو</w:t>
            </w:r>
            <w:r>
              <w:rPr>
                <w:b/>
                <w:bCs/>
                <w:color w:val="000000"/>
                <w:rtl/>
                <w:lang w:bidi="ar-JO"/>
              </w:rPr>
              <w:t>.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الاستجابة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.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التكاثر</w:t>
            </w:r>
          </w:p>
        </w:tc>
        <w:tc>
          <w:tcPr>
            <w:tcW w:w="396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حاجات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الكائن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للعيش</w:t>
            </w:r>
          </w:p>
        </w:tc>
        <w:tc>
          <w:tcPr>
            <w:tcW w:w="468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فسر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تفاعل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الكائنات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البيئة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لحماية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نفسها</w:t>
            </w: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الوراثة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3-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العلاقة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النباتات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والحيوانات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4-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اثر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البيئة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صفات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الكائن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</w:p>
        </w:tc>
        <w:tc>
          <w:tcPr>
            <w:tcW w:w="396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4-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التراكيب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,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التكيف</w:t>
            </w:r>
            <w:r>
              <w:rPr>
                <w:b/>
                <w:bCs/>
                <w:color w:val="000000"/>
                <w:rtl/>
                <w:lang w:bidi="ar-JO"/>
              </w:rPr>
              <w:t>.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تمويه</w:t>
            </w:r>
          </w:p>
        </w:tc>
        <w:tc>
          <w:tcPr>
            <w:tcW w:w="468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اسئلة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الوحدة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باتقان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5-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طرق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تكيف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النباتات</w:t>
            </w:r>
          </w:p>
        </w:tc>
        <w:tc>
          <w:tcPr>
            <w:tcW w:w="4683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</w:tbl>
    <w:tbl>
      <w:tblPr>
        <w:tblpPr w:leftFromText="180" w:rightFromText="180" w:vertAnchor="text" w:horzAnchor="margin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947"/>
        <w:gridCol w:w="592"/>
        <w:gridCol w:w="593"/>
        <w:gridCol w:w="1087"/>
        <w:gridCol w:w="1062"/>
        <w:gridCol w:w="1181"/>
        <w:gridCol w:w="1181"/>
      </w:tblGrid>
      <w:tr w:rsidR="006A7D40" w:rsidRPr="00A27B75">
        <w:trPr>
          <w:trHeight w:val="273"/>
        </w:trPr>
        <w:tc>
          <w:tcPr>
            <w:tcW w:w="2430" w:type="dxa"/>
            <w:vMerge w:val="restart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اسم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764" w:type="dxa"/>
            <w:gridSpan w:val="6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</w:t>
            </w:r>
            <w:r>
              <w:rPr>
                <w:rFonts w:hint="cs"/>
                <w:b/>
                <w:bCs/>
                <w:rtl/>
                <w:lang w:bidi="ar-JO"/>
              </w:rPr>
              <w:t>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181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181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 w:rsidR="006A7D40" w:rsidRPr="00A27B75">
        <w:trPr>
          <w:trHeight w:val="273"/>
        </w:trPr>
        <w:tc>
          <w:tcPr>
            <w:tcW w:w="2430" w:type="dxa"/>
            <w:vMerge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 xml:space="preserve">15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 w:rsidRPr="00A27B75">
              <w:rPr>
                <w:b/>
                <w:bCs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من</w:t>
            </w:r>
            <w:r w:rsidRPr="00A27B75">
              <w:rPr>
                <w:b/>
                <w:bCs/>
                <w:rtl/>
                <w:lang w:bidi="ar-JO"/>
              </w:rPr>
              <w:t xml:space="preserve"> 100 </w:t>
            </w: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Default="006A7D40" w:rsidP="00A27B75">
            <w:pPr>
              <w:spacing w:after="0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+</w:t>
            </w:r>
          </w:p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/>
              <w:rPr>
                <w:b/>
                <w:bCs/>
                <w:lang w:bidi="ar-JO"/>
              </w:rPr>
            </w:pPr>
          </w:p>
        </w:tc>
      </w:tr>
    </w:tbl>
    <w:p w:rsidR="006A7D40" w:rsidRDefault="006A7D40" w:rsidP="00D91664">
      <w:pPr>
        <w:rPr>
          <w:b/>
          <w:bCs/>
          <w:sz w:val="24"/>
          <w:szCs w:val="24"/>
          <w:rtl/>
          <w:lang w:bidi="ar-JO"/>
        </w:rPr>
      </w:pPr>
    </w:p>
    <w:p w:rsidR="006A7D40" w:rsidRPr="00293EC5" w:rsidRDefault="006A7D40" w:rsidP="00A3407C">
      <w:pPr>
        <w:jc w:val="center"/>
        <w:rPr>
          <w:b/>
          <w:bCs/>
          <w:sz w:val="24"/>
          <w:szCs w:val="24"/>
          <w:rtl/>
          <w:lang w:bidi="ar-JO"/>
        </w:rPr>
      </w:pPr>
      <w:r w:rsidRPr="00BB66AF"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 w:rsidRPr="00BB66AF">
        <w:rPr>
          <w:rFonts w:hint="cs"/>
          <w:b/>
          <w:bCs/>
          <w:rtl/>
          <w:lang w:bidi="ar-JO"/>
        </w:rPr>
        <w:t>التقييميةلمبحث</w:t>
      </w:r>
      <w:r w:rsidRPr="00BB66AF"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التربية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الاسلامية</w:t>
      </w:r>
      <w:r>
        <w:rPr>
          <w:b/>
          <w:bCs/>
          <w:rtl/>
          <w:lang w:bidi="ar-JO"/>
        </w:rPr>
        <w:t xml:space="preserve">                                            </w:t>
      </w:r>
      <w:r>
        <w:rPr>
          <w:rFonts w:hint="cs"/>
          <w:b/>
          <w:bCs/>
          <w:rtl/>
          <w:lang w:bidi="ar-JO"/>
        </w:rPr>
        <w:t>ا</w:t>
      </w:r>
      <w:r w:rsidRPr="00D45041"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لاول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 w:rsidRPr="00D45041"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2022</w:t>
      </w:r>
      <w:r w:rsidRPr="00D45041"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2023</w:t>
      </w:r>
      <w:r w:rsidRPr="00D45041">
        <w:rPr>
          <w:b/>
          <w:bCs/>
          <w:rtl/>
          <w:lang w:bidi="ar-JO"/>
        </w:rPr>
        <w:t xml:space="preserve">                                </w:t>
      </w:r>
      <w:r w:rsidRPr="00D45041">
        <w:rPr>
          <w:rFonts w:hint="cs"/>
          <w:b/>
          <w:bCs/>
          <w:rtl/>
          <w:lang w:bidi="ar-JO"/>
        </w:rPr>
        <w:t>الصف</w:t>
      </w:r>
      <w:r w:rsidRPr="00D45041"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الثاني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الاساسي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6"/>
        <w:gridCol w:w="3963"/>
        <w:gridCol w:w="4683"/>
        <w:gridCol w:w="1843"/>
      </w:tblGrid>
      <w:tr w:rsidR="006A7D40" w:rsidRPr="00A27B75">
        <w:trPr>
          <w:trHeight w:val="488"/>
        </w:trPr>
        <w:tc>
          <w:tcPr>
            <w:tcW w:w="4166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96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shd w:val="clear" w:color="auto" w:fill="BFBFB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 w:rsidR="006A7D40" w:rsidRPr="00A27B75">
        <w:trPr>
          <w:trHeight w:val="261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فضل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القران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الكريم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يتلو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الشرح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تلاوة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سليمة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يتلو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غيبا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 w:rsidR="006A7D40" w:rsidRPr="00A27B75">
        <w:trPr>
          <w:trHeight w:val="147"/>
        </w:trPr>
        <w:tc>
          <w:tcPr>
            <w:tcW w:w="4166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يتلو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الفيل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تلاوة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سليمة</w:t>
            </w:r>
          </w:p>
        </w:tc>
        <w:tc>
          <w:tcPr>
            <w:tcW w:w="396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معاني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المفردات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الواردة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السورة</w:t>
            </w:r>
          </w:p>
        </w:tc>
        <w:tc>
          <w:tcPr>
            <w:tcW w:w="468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معنى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الرزاق</w:t>
            </w: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يوضح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معاني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المفردات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الواردة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السورة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الشرح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غيبا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rtl/>
                <w:lang w:bidi="ar-JO"/>
              </w:rPr>
            </w:pPr>
          </w:p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rtl/>
                <w:lang w:bidi="ar-JO"/>
              </w:rPr>
            </w:pPr>
          </w:p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10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الفيل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غيبا</w:t>
            </w:r>
          </w:p>
        </w:tc>
        <w:tc>
          <w:tcPr>
            <w:tcW w:w="3963" w:type="dxa"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صفات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سيدنا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محمد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عليه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وسلم</w:t>
            </w:r>
          </w:p>
        </w:tc>
        <w:tc>
          <w:tcPr>
            <w:tcW w:w="468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5-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اركان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الايمان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الحديث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الشريف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غيبا</w:t>
            </w:r>
          </w:p>
        </w:tc>
        <w:tc>
          <w:tcPr>
            <w:tcW w:w="4683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</w:tbl>
    <w:tbl>
      <w:tblPr>
        <w:tblpPr w:leftFromText="180" w:rightFromText="180" w:vertAnchor="text" w:horzAnchor="margin" w:tblpY="317"/>
        <w:bidiVisual/>
        <w:tblW w:w="15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592"/>
        <w:gridCol w:w="592"/>
        <w:gridCol w:w="593"/>
        <w:gridCol w:w="1087"/>
        <w:gridCol w:w="1062"/>
        <w:gridCol w:w="1181"/>
        <w:gridCol w:w="1181"/>
      </w:tblGrid>
      <w:tr w:rsidR="006A7D40" w:rsidRPr="00A27B75">
        <w:trPr>
          <w:trHeight w:val="273"/>
        </w:trPr>
        <w:tc>
          <w:tcPr>
            <w:tcW w:w="2430" w:type="dxa"/>
            <w:vMerge w:val="restart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اسم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معاييرشهر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ايلول</w:t>
            </w:r>
          </w:p>
        </w:tc>
        <w:tc>
          <w:tcPr>
            <w:tcW w:w="2817" w:type="dxa"/>
            <w:gridSpan w:val="5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معاييرشهر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تشرين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592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3334" w:type="dxa"/>
            <w:gridSpan w:val="4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المعاييرلشهرتشرينالثاني</w:t>
            </w:r>
          </w:p>
        </w:tc>
        <w:tc>
          <w:tcPr>
            <w:tcW w:w="1181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كانون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181" w:type="dxa"/>
            <w:shd w:val="clear" w:color="auto" w:fill="D9D9D9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 w:rsidR="006A7D40" w:rsidRPr="00A27B75">
        <w:trPr>
          <w:trHeight w:val="273"/>
        </w:trPr>
        <w:tc>
          <w:tcPr>
            <w:tcW w:w="2430" w:type="dxa"/>
            <w:vMerge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05AB">
            <w:pPr>
              <w:spacing w:after="0" w:line="240" w:lineRule="auto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A205AB">
            <w:pPr>
              <w:spacing w:after="0" w:line="240" w:lineRule="auto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A205AB">
            <w:pPr>
              <w:spacing w:after="0" w:line="240" w:lineRule="auto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25</w:t>
            </w: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 xml:space="preserve">15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</w:p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 w:rsidRPr="00A27B75">
              <w:rPr>
                <w:b/>
                <w:bCs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من</w:t>
            </w:r>
            <w:r w:rsidRPr="00A27B75">
              <w:rPr>
                <w:b/>
                <w:bCs/>
                <w:rtl/>
                <w:lang w:bidi="ar-JO"/>
              </w:rPr>
              <w:t xml:space="preserve"> 100 </w:t>
            </w: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</w:tcPr>
          <w:p w:rsidR="006A7D40" w:rsidRPr="00A27B75" w:rsidRDefault="006A7D40" w:rsidP="00A27B75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</w:tbl>
    <w:p w:rsidR="006A7D40" w:rsidRDefault="006A7D40" w:rsidP="00293EC5">
      <w:pPr>
        <w:spacing w:after="0"/>
        <w:ind w:left="-38"/>
        <w:rPr>
          <w:rtl/>
          <w:lang w:bidi="ar-JO"/>
        </w:rPr>
      </w:pPr>
    </w:p>
    <w:p w:rsidR="006A7D40" w:rsidRDefault="006A7D40" w:rsidP="00293EC5">
      <w:pPr>
        <w:spacing w:after="0"/>
        <w:ind w:left="-38"/>
        <w:rPr>
          <w:rtl/>
          <w:lang w:bidi="ar-JO"/>
        </w:rPr>
      </w:pPr>
    </w:p>
    <w:p w:rsidR="006A7D40" w:rsidRPr="00293EC5" w:rsidRDefault="006A7D40" w:rsidP="00293EC5">
      <w:pPr>
        <w:spacing w:after="0"/>
        <w:ind w:left="-38"/>
        <w:jc w:val="center"/>
        <w:rPr>
          <w:b/>
          <w:bCs/>
          <w:sz w:val="24"/>
          <w:szCs w:val="24"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  <w:bookmarkStart w:id="0" w:name="_GoBack"/>
      <w:bookmarkEnd w:id="0"/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rtl/>
          <w:lang w:bidi="ar-JO"/>
        </w:rPr>
      </w:pPr>
    </w:p>
    <w:p w:rsidR="006A7D40" w:rsidRDefault="006A7D40" w:rsidP="00174D83">
      <w:pPr>
        <w:spacing w:after="0"/>
        <w:jc w:val="center"/>
        <w:rPr>
          <w:b/>
          <w:bCs/>
          <w:lang w:bidi="ar-JO"/>
        </w:rPr>
      </w:pPr>
    </w:p>
    <w:p w:rsidR="006A7D40" w:rsidRPr="00B20371" w:rsidRDefault="006A7D40" w:rsidP="00B20371">
      <w:pPr>
        <w:rPr>
          <w:lang w:bidi="ar-JO"/>
        </w:rPr>
      </w:pPr>
    </w:p>
    <w:p w:rsidR="006A7D40" w:rsidRDefault="006A7D40" w:rsidP="00B20371">
      <w:pPr>
        <w:rPr>
          <w:lang w:bidi="ar-JO"/>
        </w:rPr>
      </w:pPr>
    </w:p>
    <w:p w:rsidR="006A7D40" w:rsidRPr="00D45041" w:rsidRDefault="006A7D40" w:rsidP="00A3407C">
      <w:pPr>
        <w:ind w:left="-38"/>
        <w:rPr>
          <w:b/>
          <w:bCs/>
          <w:rtl/>
          <w:lang w:bidi="ar-JO"/>
        </w:rPr>
      </w:pPr>
      <w:r>
        <w:rPr>
          <w:rtl/>
          <w:lang w:bidi="ar-JO"/>
        </w:rPr>
        <w:tab/>
      </w:r>
      <w:r w:rsidRPr="00D45041">
        <w:rPr>
          <w:rFonts w:hint="cs"/>
          <w:b/>
          <w:bCs/>
          <w:rtl/>
          <w:lang w:bidi="ar-JO"/>
        </w:rPr>
        <w:t>المهمات</w:t>
      </w:r>
      <w:r w:rsidRPr="00D45041"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التقييمية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الرياضيات</w:t>
      </w:r>
      <w:r>
        <w:rPr>
          <w:b/>
          <w:bCs/>
          <w:rtl/>
          <w:lang w:bidi="ar-JO"/>
        </w:rPr>
        <w:t xml:space="preserve">  </w:t>
      </w:r>
      <w:r w:rsidRPr="00D45041"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 w:rsidRPr="00D45041"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الدراسي</w:t>
      </w:r>
      <w:r w:rsidRPr="00D45041"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2022</w:t>
      </w:r>
      <w:r w:rsidRPr="00D45041"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 xml:space="preserve">2023 </w:t>
      </w:r>
      <w:r w:rsidRPr="00D45041">
        <w:rPr>
          <w:b/>
          <w:bCs/>
          <w:rtl/>
          <w:lang w:bidi="ar-JO"/>
        </w:rPr>
        <w:t xml:space="preserve">                                </w:t>
      </w:r>
      <w:r w:rsidRPr="00D45041">
        <w:rPr>
          <w:rFonts w:hint="cs"/>
          <w:b/>
          <w:bCs/>
          <w:rtl/>
          <w:lang w:bidi="ar-JO"/>
        </w:rPr>
        <w:t>الصف</w:t>
      </w:r>
      <w:r w:rsidRPr="00D45041"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الثاني</w:t>
      </w:r>
      <w:r>
        <w:rPr>
          <w:b/>
          <w:bCs/>
          <w:rtl/>
          <w:lang w:bidi="ar-JO"/>
        </w:rPr>
        <w:t xml:space="preserve"> </w:t>
      </w:r>
      <w:r w:rsidRPr="00D45041">
        <w:rPr>
          <w:b/>
          <w:bCs/>
          <w:rtl/>
          <w:lang w:bidi="ar-JO"/>
        </w:rPr>
        <w:t xml:space="preserve"> </w:t>
      </w:r>
      <w:r w:rsidRPr="00D45041">
        <w:rPr>
          <w:rFonts w:hint="cs"/>
          <w:b/>
          <w:bCs/>
          <w:rtl/>
          <w:lang w:bidi="ar-JO"/>
        </w:rPr>
        <w:t>الاساسي</w:t>
      </w:r>
      <w:r w:rsidRPr="00D45041">
        <w:rPr>
          <w:b/>
          <w:bCs/>
          <w:rtl/>
          <w:lang w:bidi="ar-JO"/>
        </w:rPr>
        <w:t xml:space="preserve"> 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91"/>
        <w:gridCol w:w="3638"/>
        <w:gridCol w:w="4683"/>
        <w:gridCol w:w="1843"/>
      </w:tblGrid>
      <w:tr w:rsidR="006A7D40" w:rsidRPr="00A27B75">
        <w:trPr>
          <w:trHeight w:val="488"/>
        </w:trPr>
        <w:tc>
          <w:tcPr>
            <w:tcW w:w="4491" w:type="dxa"/>
            <w:shd w:val="clear" w:color="auto" w:fill="BFBFBF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638" w:type="dxa"/>
            <w:shd w:val="clear" w:color="auto" w:fill="BFBFBF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shd w:val="clear" w:color="auto" w:fill="BFBFBF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shd w:val="clear" w:color="auto" w:fill="BFBFBF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(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 w:rsidR="006A7D40" w:rsidRPr="00A27B75">
        <w:trPr>
          <w:trHeight w:val="261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يمثل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بالنماذج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ولوحة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المنازل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واحدات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وعشرات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ومئات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تصاعديا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تصاعديا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وتنازليا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 w:rsidR="006A7D40" w:rsidRPr="00A27B75">
        <w:trPr>
          <w:trHeight w:val="147"/>
        </w:trPr>
        <w:tc>
          <w:tcPr>
            <w:tcW w:w="4491" w:type="dxa"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مكون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بالصورة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التحليلية</w:t>
            </w:r>
          </w:p>
        </w:tc>
        <w:tc>
          <w:tcPr>
            <w:tcW w:w="3638" w:type="dxa"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واحدات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وعشرات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ومئات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تنازليا</w:t>
            </w:r>
          </w:p>
        </w:tc>
        <w:tc>
          <w:tcPr>
            <w:tcW w:w="4683" w:type="dxa"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2-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يقرب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مكون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اقرب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مئة</w:t>
            </w: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3</w:t>
            </w:r>
            <w:r>
              <w:rPr>
                <w:b/>
                <w:bCs/>
                <w:color w:val="000000"/>
                <w:rtl/>
                <w:lang w:bidi="ar-JO"/>
              </w:rPr>
              <w:t>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يقرأ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يميز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الزوجية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الفردية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 w:rsidRPr="00A27B75"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</w:p>
        </w:tc>
        <w:tc>
          <w:tcPr>
            <w:tcW w:w="3638" w:type="dxa"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السابق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التالي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معطى</w:t>
            </w:r>
          </w:p>
        </w:tc>
        <w:tc>
          <w:tcPr>
            <w:tcW w:w="4683" w:type="dxa"/>
            <w:vMerge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  <w:tr w:rsidR="006A7D40" w:rsidRPr="00A27B75">
        <w:trPr>
          <w:trHeight w:val="147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اسئلة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الوحدة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باتقان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  <w:r w:rsidRPr="00A27B75">
              <w:rPr>
                <w:b/>
                <w:bCs/>
                <w:color w:val="000000"/>
                <w:rtl/>
                <w:lang w:bidi="ar-JO"/>
              </w:rPr>
              <w:t>5-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يقارن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ثلاث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منازل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 </w:t>
            </w:r>
          </w:p>
        </w:tc>
        <w:tc>
          <w:tcPr>
            <w:tcW w:w="4683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7D40" w:rsidRPr="00A27B75" w:rsidRDefault="006A7D40" w:rsidP="00F66148">
            <w:pPr>
              <w:spacing w:after="0" w:line="240" w:lineRule="auto"/>
              <w:rPr>
                <w:b/>
                <w:bCs/>
                <w:color w:val="000000"/>
                <w:lang w:bidi="ar-JO"/>
              </w:rPr>
            </w:pPr>
          </w:p>
        </w:tc>
      </w:tr>
    </w:tbl>
    <w:tbl>
      <w:tblPr>
        <w:tblpPr w:leftFromText="180" w:rightFromText="180" w:vertAnchor="text" w:horzAnchor="margin" w:tblpXSpec="center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1090"/>
        <w:gridCol w:w="592"/>
        <w:gridCol w:w="593"/>
        <w:gridCol w:w="1087"/>
        <w:gridCol w:w="1062"/>
        <w:gridCol w:w="1369"/>
        <w:gridCol w:w="850"/>
      </w:tblGrid>
      <w:tr w:rsidR="006A7D40" w:rsidRPr="00A27B75">
        <w:trPr>
          <w:trHeight w:val="273"/>
        </w:trPr>
        <w:tc>
          <w:tcPr>
            <w:tcW w:w="2430" w:type="dxa"/>
            <w:vMerge w:val="restart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اسم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shd w:val="clear" w:color="auto" w:fill="D9D9D9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907" w:type="dxa"/>
            <w:gridSpan w:val="6"/>
            <w:shd w:val="clear" w:color="auto" w:fill="D9D9D9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shd w:val="clear" w:color="auto" w:fill="D9D9D9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369" w:type="dxa"/>
            <w:shd w:val="clear" w:color="auto" w:fill="D9D9D9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850" w:type="dxa"/>
            <w:shd w:val="clear" w:color="auto" w:fill="D9D9D9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 w:rsidR="006A7D40" w:rsidRPr="00A27B75">
        <w:trPr>
          <w:trHeight w:val="273"/>
        </w:trPr>
        <w:tc>
          <w:tcPr>
            <w:tcW w:w="2430" w:type="dxa"/>
            <w:vMerge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 xml:space="preserve">15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المجموع</w:t>
            </w:r>
            <w:r w:rsidRPr="00A27B75">
              <w:rPr>
                <w:b/>
                <w:bCs/>
                <w:rtl/>
                <w:lang w:bidi="ar-JO"/>
              </w:rPr>
              <w:t xml:space="preserve"> </w:t>
            </w:r>
          </w:p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 w:rsidRPr="00A27B75">
              <w:rPr>
                <w:b/>
                <w:bCs/>
                <w:rtl/>
                <w:lang w:bidi="ar-JO"/>
              </w:rPr>
              <w:t xml:space="preserve"> 25 </w:t>
            </w:r>
            <w:r w:rsidRPr="00A27B75"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A27B75">
              <w:rPr>
                <w:rFonts w:hint="cs"/>
                <w:b/>
                <w:bCs/>
                <w:rtl/>
                <w:lang w:bidi="ar-JO"/>
              </w:rPr>
              <w:t>من</w:t>
            </w:r>
            <w:r w:rsidRPr="00A27B75">
              <w:rPr>
                <w:b/>
                <w:bCs/>
                <w:rtl/>
                <w:lang w:bidi="ar-JO"/>
              </w:rPr>
              <w:t xml:space="preserve"> 100</w:t>
            </w: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42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  <w:tr w:rsidR="006A7D40" w:rsidRPr="00A27B75">
        <w:trPr>
          <w:trHeight w:val="258"/>
        </w:trPr>
        <w:tc>
          <w:tcPr>
            <w:tcW w:w="243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</w:tcPr>
          <w:p w:rsidR="006A7D40" w:rsidRPr="00A27B75" w:rsidRDefault="006A7D40" w:rsidP="00F66148">
            <w:pPr>
              <w:spacing w:after="0"/>
              <w:rPr>
                <w:b/>
                <w:bCs/>
                <w:lang w:bidi="ar-JO"/>
              </w:rPr>
            </w:pPr>
          </w:p>
        </w:tc>
      </w:tr>
    </w:tbl>
    <w:p w:rsidR="006A7D40" w:rsidRDefault="006A7D40" w:rsidP="00B20371">
      <w:pPr>
        <w:spacing w:after="0"/>
        <w:rPr>
          <w:b/>
          <w:bCs/>
          <w:rtl/>
          <w:lang w:bidi="ar-JO"/>
        </w:rPr>
      </w:pPr>
    </w:p>
    <w:p w:rsidR="006A7D40" w:rsidRDefault="006A7D40" w:rsidP="00B20371">
      <w:pPr>
        <w:spacing w:after="0"/>
        <w:rPr>
          <w:b/>
          <w:bCs/>
          <w:rtl/>
          <w:lang w:bidi="ar-JO"/>
        </w:rPr>
      </w:pPr>
    </w:p>
    <w:sectPr w:rsidR="006A7D40" w:rsidSect="000D645F">
      <w:pgSz w:w="16838" w:h="11906" w:orient="landscape"/>
      <w:pgMar w:top="720" w:right="720" w:bottom="426" w:left="720" w:header="708" w:footer="708" w:gutter="0"/>
      <w:cols w:space="11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581"/>
    <w:rsid w:val="0002017C"/>
    <w:rsid w:val="00046643"/>
    <w:rsid w:val="000609E0"/>
    <w:rsid w:val="000A6943"/>
    <w:rsid w:val="000D645F"/>
    <w:rsid w:val="00170F79"/>
    <w:rsid w:val="00174D83"/>
    <w:rsid w:val="001B71B0"/>
    <w:rsid w:val="0020238A"/>
    <w:rsid w:val="00252C1E"/>
    <w:rsid w:val="0027008D"/>
    <w:rsid w:val="00293EC5"/>
    <w:rsid w:val="002B3F22"/>
    <w:rsid w:val="002B4B53"/>
    <w:rsid w:val="003505CB"/>
    <w:rsid w:val="003838AC"/>
    <w:rsid w:val="00393C40"/>
    <w:rsid w:val="003B3558"/>
    <w:rsid w:val="00404432"/>
    <w:rsid w:val="00410AFA"/>
    <w:rsid w:val="00424FD3"/>
    <w:rsid w:val="004875CC"/>
    <w:rsid w:val="0049067B"/>
    <w:rsid w:val="00494B25"/>
    <w:rsid w:val="005C3297"/>
    <w:rsid w:val="005E1F60"/>
    <w:rsid w:val="0061047C"/>
    <w:rsid w:val="006403B3"/>
    <w:rsid w:val="00660447"/>
    <w:rsid w:val="00694795"/>
    <w:rsid w:val="006A3732"/>
    <w:rsid w:val="006A7745"/>
    <w:rsid w:val="006A7D40"/>
    <w:rsid w:val="006C5A8D"/>
    <w:rsid w:val="00737100"/>
    <w:rsid w:val="00757BB8"/>
    <w:rsid w:val="007F0162"/>
    <w:rsid w:val="00807FBE"/>
    <w:rsid w:val="00867637"/>
    <w:rsid w:val="00875CC8"/>
    <w:rsid w:val="00897D4E"/>
    <w:rsid w:val="008A19B3"/>
    <w:rsid w:val="008A586E"/>
    <w:rsid w:val="008C04C9"/>
    <w:rsid w:val="008D019B"/>
    <w:rsid w:val="00963C12"/>
    <w:rsid w:val="00A205AB"/>
    <w:rsid w:val="00A23B6F"/>
    <w:rsid w:val="00A27B75"/>
    <w:rsid w:val="00A3407C"/>
    <w:rsid w:val="00A461E3"/>
    <w:rsid w:val="00A61A92"/>
    <w:rsid w:val="00A66538"/>
    <w:rsid w:val="00A93BE9"/>
    <w:rsid w:val="00AB1918"/>
    <w:rsid w:val="00AC141D"/>
    <w:rsid w:val="00AD18A9"/>
    <w:rsid w:val="00B20371"/>
    <w:rsid w:val="00B60BCE"/>
    <w:rsid w:val="00B94646"/>
    <w:rsid w:val="00BB66AF"/>
    <w:rsid w:val="00BB797D"/>
    <w:rsid w:val="00BF3FF4"/>
    <w:rsid w:val="00C167B3"/>
    <w:rsid w:val="00C22C56"/>
    <w:rsid w:val="00C242DC"/>
    <w:rsid w:val="00C33283"/>
    <w:rsid w:val="00C41A01"/>
    <w:rsid w:val="00CD2366"/>
    <w:rsid w:val="00CF213A"/>
    <w:rsid w:val="00D15CD2"/>
    <w:rsid w:val="00D45041"/>
    <w:rsid w:val="00D91664"/>
    <w:rsid w:val="00D93341"/>
    <w:rsid w:val="00DA4E91"/>
    <w:rsid w:val="00DA77D7"/>
    <w:rsid w:val="00DF5D2D"/>
    <w:rsid w:val="00E044CB"/>
    <w:rsid w:val="00E05C80"/>
    <w:rsid w:val="00E84567"/>
    <w:rsid w:val="00F02512"/>
    <w:rsid w:val="00F267AF"/>
    <w:rsid w:val="00F66148"/>
    <w:rsid w:val="00FB2581"/>
    <w:rsid w:val="00FC47BC"/>
    <w:rsid w:val="00FE49FF"/>
    <w:rsid w:val="00FF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6AF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1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1A92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99"/>
    <w:qFormat/>
    <w:rsid w:val="00D15CD2"/>
    <w:pPr>
      <w:bidi/>
    </w:pPr>
  </w:style>
  <w:style w:type="table" w:styleId="TableGrid">
    <w:name w:val="Table Grid"/>
    <w:basedOn w:val="TableNormal"/>
    <w:uiPriority w:val="99"/>
    <w:rsid w:val="008676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99"/>
    <w:rsid w:val="00867637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Arial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Arial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Arial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583</TotalTime>
  <Pages>6</Pages>
  <Words>857</Words>
  <Characters>4886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acer</cp:lastModifiedBy>
  <cp:revision>24</cp:revision>
  <cp:lastPrinted>2019-10-07T16:03:00Z</cp:lastPrinted>
  <dcterms:created xsi:type="dcterms:W3CDTF">2019-04-27T12:08:00Z</dcterms:created>
  <dcterms:modified xsi:type="dcterms:W3CDTF">2022-08-08T14:11:00Z</dcterms:modified>
</cp:coreProperties>
</file>